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E94758" w:rsidRPr="00BB556B" w:rsidTr="004529AD">
        <w:trPr>
          <w:tblCellSpacing w:w="22" w:type="dxa"/>
        </w:trPr>
        <w:tc>
          <w:tcPr>
            <w:tcW w:w="4936" w:type="pct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ЗАТВЕРДЖЕНО</w:t>
            </w:r>
            <w:r w:rsidRPr="00BB556B">
              <w:rPr>
                <w:sz w:val="22"/>
                <w:szCs w:val="22"/>
              </w:rPr>
              <w:br/>
            </w:r>
            <w:r w:rsidRPr="00BB556B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BB556B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E94758" w:rsidRPr="00603B66" w:rsidRDefault="00E94758">
      <w:pPr>
        <w:rPr>
          <w:sz w:val="22"/>
          <w:szCs w:val="22"/>
        </w:rPr>
      </w:pPr>
    </w:p>
    <w:p w:rsidR="00E94758" w:rsidRPr="00603B66" w:rsidRDefault="00E94758">
      <w:pPr>
        <w:rPr>
          <w:sz w:val="22"/>
          <w:szCs w:val="22"/>
        </w:rPr>
      </w:pPr>
    </w:p>
    <w:p w:rsidR="00E94758" w:rsidRPr="00603B66" w:rsidRDefault="00E94758">
      <w:pPr>
        <w:rPr>
          <w:sz w:val="22"/>
          <w:szCs w:val="22"/>
        </w:rPr>
      </w:pPr>
    </w:p>
    <w:p w:rsidR="00E94758" w:rsidRPr="00603B66" w:rsidRDefault="00E9475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E94758" w:rsidRPr="00BB556B" w:rsidTr="000A51EF">
        <w:trPr>
          <w:tblCellSpacing w:w="22" w:type="dxa"/>
          <w:jc w:val="center"/>
        </w:trPr>
        <w:tc>
          <w:tcPr>
            <w:tcW w:w="2726" w:type="pct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E94758" w:rsidRPr="00BB556B" w:rsidRDefault="00E94758" w:rsidP="00A073A4">
            <w:pPr>
              <w:pStyle w:val="NormalWeb"/>
              <w:spacing w:before="0" w:beforeAutospacing="0" w:after="0" w:afterAutospacing="0"/>
            </w:pPr>
            <w:r w:rsidRPr="00BB556B">
              <w:rPr>
                <w:sz w:val="22"/>
                <w:szCs w:val="22"/>
              </w:rPr>
              <w:t>ЗАТВЕРДЖЕНО</w:t>
            </w:r>
            <w:r w:rsidRPr="00BB556B">
              <w:rPr>
                <w:sz w:val="22"/>
                <w:szCs w:val="22"/>
              </w:rPr>
              <w:br/>
              <w:t>Наказ / розпорядчий документ</w:t>
            </w:r>
            <w:r w:rsidRPr="00BB556B">
              <w:rPr>
                <w:sz w:val="22"/>
                <w:szCs w:val="22"/>
              </w:rPr>
              <w:br/>
            </w:r>
            <w:r w:rsidRPr="00BB556B">
              <w:rPr>
                <w:sz w:val="22"/>
                <w:szCs w:val="22"/>
                <w:u w:val="single"/>
              </w:rPr>
              <w:t>Управління праці та соціального захисту населення ДМР</w:t>
            </w:r>
            <w:r w:rsidRPr="00BB556B">
              <w:rPr>
                <w:sz w:val="22"/>
                <w:szCs w:val="22"/>
              </w:rPr>
              <w:t>______</w:t>
            </w:r>
            <w:r w:rsidRPr="00BB556B">
              <w:rPr>
                <w:sz w:val="22"/>
                <w:szCs w:val="22"/>
              </w:rPr>
              <w:br/>
              <w:t>(найменування головного розпорядника коштів місцевого бюджету)</w:t>
            </w:r>
            <w:r w:rsidRPr="00BB556B">
              <w:rPr>
                <w:sz w:val="22"/>
                <w:szCs w:val="22"/>
              </w:rPr>
              <w:br/>
              <w:t>_____________ 2018 р. № _____</w:t>
            </w:r>
          </w:p>
          <w:p w:rsidR="00E94758" w:rsidRPr="00BB556B" w:rsidRDefault="00E94758" w:rsidP="00CA51B1">
            <w:pPr>
              <w:pStyle w:val="NormalWeb"/>
              <w:spacing w:before="0" w:beforeAutospacing="0" w:after="0" w:afterAutospacing="0"/>
            </w:pPr>
            <w:r w:rsidRPr="00BB556B">
              <w:rPr>
                <w:sz w:val="22"/>
                <w:szCs w:val="22"/>
              </w:rPr>
              <w:t>наказ</w:t>
            </w:r>
            <w:r w:rsidRPr="00BB556B">
              <w:rPr>
                <w:sz w:val="22"/>
                <w:szCs w:val="22"/>
              </w:rPr>
              <w:br/>
            </w:r>
            <w:r w:rsidRPr="00BB556B">
              <w:rPr>
                <w:sz w:val="22"/>
                <w:szCs w:val="22"/>
                <w:u w:val="single"/>
              </w:rPr>
              <w:t xml:space="preserve"> Фінансове управління ДМР</w:t>
            </w:r>
            <w:r w:rsidRPr="00BB556B">
              <w:rPr>
                <w:sz w:val="22"/>
                <w:szCs w:val="22"/>
              </w:rPr>
              <w:t>________________</w:t>
            </w:r>
            <w:r w:rsidRPr="00BB556B">
              <w:rPr>
                <w:sz w:val="22"/>
                <w:szCs w:val="22"/>
                <w:u w:val="single"/>
              </w:rPr>
              <w:t xml:space="preserve">        </w:t>
            </w:r>
            <w:r w:rsidRPr="00BB556B">
              <w:rPr>
                <w:sz w:val="22"/>
                <w:szCs w:val="22"/>
              </w:rPr>
              <w:t xml:space="preserve">                    </w:t>
            </w:r>
          </w:p>
          <w:p w:rsidR="00E94758" w:rsidRPr="00BB556B" w:rsidRDefault="00E94758" w:rsidP="006A6B3F">
            <w:pPr>
              <w:pStyle w:val="NormalWeb"/>
              <w:spacing w:before="0" w:beforeAutospacing="0" w:after="0" w:afterAutospacing="0"/>
            </w:pPr>
            <w:r w:rsidRPr="00BB556B">
              <w:rPr>
                <w:sz w:val="22"/>
                <w:szCs w:val="22"/>
              </w:rPr>
              <w:t xml:space="preserve">  (найменування місцевого фінансового органу)</w:t>
            </w:r>
            <w:r w:rsidRPr="00BB556B">
              <w:rPr>
                <w:sz w:val="22"/>
                <w:szCs w:val="22"/>
              </w:rPr>
              <w:br/>
              <w:t>____________  2018 р. № _____</w:t>
            </w:r>
          </w:p>
        </w:tc>
      </w:tr>
    </w:tbl>
    <w:p w:rsidR="00E94758" w:rsidRDefault="00E94758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A951FD">
            <w:pPr>
              <w:pStyle w:val="NormalWeb"/>
            </w:pPr>
            <w:r w:rsidRPr="00BB556B">
              <w:rPr>
                <w:sz w:val="22"/>
                <w:szCs w:val="22"/>
              </w:rPr>
              <w:t xml:space="preserve">1.         0800000                                                                      </w:t>
            </w:r>
            <w:r w:rsidRPr="00BB556B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BB556B">
              <w:rPr>
                <w:sz w:val="22"/>
                <w:szCs w:val="22"/>
              </w:rPr>
              <w:t xml:space="preserve">   </w:t>
            </w:r>
            <w:r w:rsidRPr="00BB556B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E94758" w:rsidRPr="00BB556B" w:rsidRDefault="00E94758" w:rsidP="00A951FD">
            <w:pPr>
              <w:pStyle w:val="NormalWeb"/>
            </w:pPr>
            <w:r w:rsidRPr="00BB556B">
              <w:rPr>
                <w:sz w:val="22"/>
                <w:szCs w:val="22"/>
              </w:rPr>
              <w:t xml:space="preserve">2.         0810000                                                                       </w:t>
            </w:r>
            <w:r w:rsidRPr="00BB556B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BB556B">
              <w:rPr>
                <w:sz w:val="22"/>
                <w:szCs w:val="22"/>
              </w:rPr>
              <w:t xml:space="preserve">   </w:t>
            </w:r>
            <w:r w:rsidRPr="00BB556B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E94758" w:rsidRPr="00BB556B" w:rsidRDefault="00E94758" w:rsidP="00B64EA3">
            <w:pPr>
              <w:pStyle w:val="NormalWeb"/>
              <w:tabs>
                <w:tab w:val="left" w:pos="674"/>
              </w:tabs>
            </w:pPr>
            <w:r w:rsidRPr="00BB556B">
              <w:rPr>
                <w:sz w:val="22"/>
                <w:szCs w:val="22"/>
              </w:rPr>
              <w:t xml:space="preserve">3.         0813035                                         </w:t>
            </w:r>
            <w:r w:rsidRPr="00BB556B">
              <w:rPr>
                <w:sz w:val="22"/>
                <w:szCs w:val="22"/>
                <w:u w:val="single"/>
              </w:rPr>
              <w:t xml:space="preserve"> Компенсаційні виплати за пільговий проїзд окремих категорій громадян на залізничному транспорті</w:t>
            </w:r>
            <w:r w:rsidRPr="00BB556B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B556B">
              <w:rPr>
                <w:sz w:val="22"/>
                <w:szCs w:val="22"/>
              </w:rPr>
              <w:t xml:space="preserve">    </w:t>
            </w:r>
            <w:r w:rsidRPr="00BB556B">
              <w:rPr>
                <w:sz w:val="22"/>
                <w:szCs w:val="22"/>
              </w:rPr>
              <w:br/>
              <w:t>          (КПКВК МБ)            (КФКВК)</w:t>
            </w:r>
            <w:r w:rsidRPr="00BB556B">
              <w:rPr>
                <w:sz w:val="22"/>
                <w:szCs w:val="22"/>
                <w:vertAlign w:val="superscript"/>
              </w:rPr>
              <w:t xml:space="preserve"> 1</w:t>
            </w:r>
            <w:r w:rsidRPr="00BB556B">
              <w:rPr>
                <w:sz w:val="22"/>
                <w:szCs w:val="22"/>
              </w:rPr>
              <w:t xml:space="preserve">                (найменування бюджетної програми)         </w:t>
            </w:r>
          </w:p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 xml:space="preserve">4. Обсяг бюджетних призначень / бюджетних асигнувань - </w:t>
            </w:r>
            <w:r w:rsidRPr="00BB556B">
              <w:rPr>
                <w:sz w:val="22"/>
                <w:szCs w:val="22"/>
                <w:u w:val="single"/>
              </w:rPr>
              <w:t>400</w:t>
            </w:r>
            <w:r w:rsidRPr="00BB556B">
              <w:rPr>
                <w:sz w:val="22"/>
                <w:szCs w:val="22"/>
              </w:rPr>
              <w:t xml:space="preserve"> тис. гривень, у тому числі загального фонду - </w:t>
            </w:r>
            <w:r w:rsidRPr="00BB556B">
              <w:rPr>
                <w:sz w:val="22"/>
                <w:szCs w:val="22"/>
                <w:u w:val="single"/>
              </w:rPr>
              <w:t>400</w:t>
            </w:r>
            <w:r w:rsidRPr="00BB556B">
              <w:rPr>
                <w:sz w:val="22"/>
                <w:szCs w:val="22"/>
              </w:rPr>
              <w:t xml:space="preserve"> тис. гривень та спеціального фонду - ____________ тис. гривень.</w:t>
            </w:r>
          </w:p>
          <w:p w:rsidR="00E94758" w:rsidRPr="00BB556B" w:rsidRDefault="00E94758" w:rsidP="00D55250">
            <w:pPr>
              <w:pStyle w:val="NormalWeb"/>
              <w:jc w:val="both"/>
              <w:rPr>
                <w:u w:val="single"/>
              </w:rPr>
            </w:pPr>
            <w:r w:rsidRPr="00BB556B">
              <w:rPr>
                <w:sz w:val="22"/>
                <w:szCs w:val="22"/>
              </w:rPr>
              <w:t xml:space="preserve">5. Підстави для виконання бюджетної програми </w:t>
            </w:r>
            <w:r w:rsidRPr="00BB556B">
              <w:rPr>
                <w:sz w:val="22"/>
                <w:szCs w:val="22"/>
                <w:u w:val="single"/>
              </w:rPr>
              <w:t>Рішення сесії ДМР № 982 від 21.12.2017р</w:t>
            </w:r>
          </w:p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 xml:space="preserve">6. Мета бюджетної програми </w:t>
            </w:r>
            <w:r w:rsidRPr="00BB556B">
              <w:rPr>
                <w:sz w:val="22"/>
                <w:szCs w:val="22"/>
                <w:u w:val="single"/>
              </w:rPr>
              <w:t>Компенсаційні виплати за пільговий проїзд окремих категорій громадян на залізничному транспорті</w:t>
            </w:r>
          </w:p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E94758" w:rsidRDefault="00E94758" w:rsidP="000A51EF"/>
    <w:p w:rsidR="00E94758" w:rsidRDefault="00E94758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E94758" w:rsidRPr="00BB556B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Назва підпрограми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E94758" w:rsidRPr="00BB556B" w:rsidRDefault="00E94758" w:rsidP="00D55250">
            <w:pPr>
              <w:pStyle w:val="NormalWeb"/>
              <w:jc w:val="right"/>
            </w:pPr>
            <w:r w:rsidRPr="00BB556B">
              <w:rPr>
                <w:sz w:val="22"/>
                <w:szCs w:val="22"/>
              </w:rPr>
              <w:t>(тис. грн)</w:t>
            </w:r>
          </w:p>
        </w:tc>
      </w:tr>
    </w:tbl>
    <w:p w:rsidR="00E94758" w:rsidRPr="00F5509D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2"/>
        <w:gridCol w:w="1351"/>
        <w:gridCol w:w="1189"/>
        <w:gridCol w:w="4066"/>
        <w:gridCol w:w="2672"/>
        <w:gridCol w:w="2379"/>
        <w:gridCol w:w="2401"/>
      </w:tblGrid>
      <w:tr w:rsidR="00E94758" w:rsidRPr="00BB556B" w:rsidTr="00CA51B1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N</w:t>
            </w:r>
            <w:r w:rsidRPr="00BB556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КПКВК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КФКВК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Підпрограма / завдання бюджетної програми</w:t>
            </w:r>
            <w:r w:rsidRPr="00BB556B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Разом</w:t>
            </w:r>
          </w:p>
        </w:tc>
      </w:tr>
      <w:tr w:rsidR="00E94758" w:rsidRPr="00BB556B" w:rsidTr="00CA51B1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3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7</w:t>
            </w:r>
          </w:p>
        </w:tc>
      </w:tr>
      <w:tr w:rsidR="00E94758" w:rsidRPr="00BB556B" w:rsidTr="00CA51B1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6C7A6F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 xml:space="preserve">0813035  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both"/>
              <w:rPr>
                <w:i/>
              </w:rPr>
            </w:pPr>
            <w:r w:rsidRPr="00BB556B">
              <w:rPr>
                <w:i/>
                <w:sz w:val="22"/>
                <w:szCs w:val="22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6C7A6F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400,00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400,00</w:t>
            </w:r>
          </w:p>
        </w:tc>
      </w:tr>
      <w:tr w:rsidR="00E94758" w:rsidRPr="00BB556B" w:rsidTr="00CA51B1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Усього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400,00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400,00</w:t>
            </w:r>
          </w:p>
        </w:tc>
      </w:tr>
      <w:tr w:rsidR="00E94758" w:rsidRPr="00BB556B" w:rsidTr="00CA51B1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9B3934">
            <w:pPr>
              <w:pStyle w:val="NormalWeb"/>
              <w:jc w:val="center"/>
            </w:pP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E94758" w:rsidRPr="00BB556B" w:rsidRDefault="00E94758" w:rsidP="00D55250">
            <w:pPr>
              <w:pStyle w:val="NormalWeb"/>
              <w:jc w:val="right"/>
            </w:pPr>
            <w:r w:rsidRPr="00BB556B">
              <w:rPr>
                <w:sz w:val="22"/>
                <w:szCs w:val="22"/>
              </w:rPr>
              <w:t>(тис. грн)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Разом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5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D55250">
            <w:pPr>
              <w:pStyle w:val="NormalWeb"/>
              <w:jc w:val="both"/>
            </w:pPr>
            <w:r w:rsidRPr="00BB556B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pPr w:leftFromText="180" w:rightFromText="180" w:horzAnchor="margin" w:tblpY="-516"/>
        <w:tblW w:w="15000" w:type="dxa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N</w:t>
            </w:r>
            <w:r w:rsidRPr="00BB556B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Значення показника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6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Підпрограма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Завдання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витрати на 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Тис.грн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400,00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кількість осіб, які мають право на пільговий проїзд залізничним транспортом, осіб; кількість підприємств – отримувачів компенсації за пільговий проїзд окремих категорій громадян од.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кількість</w:t>
            </w:r>
          </w:p>
          <w:p w:rsidR="00E94758" w:rsidRPr="00BB556B" w:rsidRDefault="00E94758" w:rsidP="00F5509D">
            <w:pPr>
              <w:pStyle w:val="NormalWeb"/>
              <w:jc w:val="center"/>
            </w:pPr>
          </w:p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2229</w:t>
            </w:r>
          </w:p>
          <w:p w:rsidR="00E94758" w:rsidRPr="00BB556B" w:rsidRDefault="00E94758" w:rsidP="00F5509D">
            <w:pPr>
              <w:pStyle w:val="NormalWeb"/>
              <w:jc w:val="center"/>
            </w:pPr>
          </w:p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Середньомісячний розмір компенсації за пільговий проїзд залізничним транспортом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426EF7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0,015</w:t>
            </w:r>
          </w:p>
          <w:p w:rsidR="00E94758" w:rsidRPr="00BB556B" w:rsidRDefault="00E94758" w:rsidP="00426EF7">
            <w:pPr>
              <w:pStyle w:val="NormalWeb"/>
              <w:jc w:val="center"/>
            </w:pPr>
            <w:bookmarkStart w:id="0" w:name="_GoBack"/>
            <w:bookmarkEnd w:id="0"/>
          </w:p>
        </w:tc>
      </w:tr>
      <w:tr w:rsidR="00E94758" w:rsidRPr="00BB556B" w:rsidTr="00F5509D">
        <w:trPr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х</w:t>
            </w:r>
          </w:p>
        </w:tc>
      </w:tr>
      <w:tr w:rsidR="00E94758" w:rsidRPr="00BB556B" w:rsidTr="00F5509D">
        <w:trPr>
          <w:trHeight w:val="426"/>
          <w:tblCellSpacing w:w="22" w:type="dxa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F5509D">
            <w:pPr>
              <w:pStyle w:val="NormalWeb"/>
            </w:pPr>
            <w:r w:rsidRPr="00BB556B">
              <w:rPr>
                <w:sz w:val="22"/>
                <w:szCs w:val="22"/>
              </w:rPr>
              <w:t xml:space="preserve">Питома вага відшкодованих компенсацій 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%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F5509D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100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  <w:r w:rsidRPr="00603B66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D55250">
            <w:pPr>
              <w:pStyle w:val="NormalWeb"/>
              <w:jc w:val="both"/>
              <w:rPr>
                <w:vertAlign w:val="superscript"/>
              </w:rPr>
            </w:pPr>
            <w:r w:rsidRPr="00BB556B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BB556B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E94758" w:rsidRPr="00BB556B" w:rsidRDefault="00E94758" w:rsidP="00D55250">
            <w:pPr>
              <w:pStyle w:val="NormalWeb"/>
              <w:jc w:val="right"/>
            </w:pPr>
            <w:r w:rsidRPr="00BB556B">
              <w:rPr>
                <w:sz w:val="22"/>
                <w:szCs w:val="22"/>
              </w:rPr>
              <w:t>(тис. грн)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BB556B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Пояснення, що характери-</w:t>
            </w:r>
            <w:r w:rsidRPr="00BB556B">
              <w:rPr>
                <w:sz w:val="22"/>
                <w:szCs w:val="22"/>
              </w:rPr>
              <w:br/>
              <w:t>зують джерела фінансу-</w:t>
            </w:r>
            <w:r w:rsidRPr="00BB556B">
              <w:rPr>
                <w:sz w:val="22"/>
                <w:szCs w:val="22"/>
              </w:rPr>
              <w:br/>
              <w:t>вання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спеціаль-</w:t>
            </w:r>
            <w:r w:rsidRPr="00BB5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спеціаль-</w:t>
            </w:r>
            <w:r w:rsidRPr="00BB5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спеціаль-</w:t>
            </w:r>
            <w:r w:rsidRPr="00BB556B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/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13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E94758" w:rsidRPr="00BB556B" w:rsidTr="00D55250">
        <w:trPr>
          <w:tblCellSpacing w:w="22" w:type="dxa"/>
          <w:jc w:val="center"/>
        </w:trPr>
        <w:tc>
          <w:tcPr>
            <w:tcW w:w="5000" w:type="pct"/>
          </w:tcPr>
          <w:p w:rsidR="00E94758" w:rsidRPr="00BB556B" w:rsidRDefault="00E9475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BB556B">
              <w:rPr>
                <w:sz w:val="18"/>
                <w:szCs w:val="18"/>
              </w:rPr>
              <w:t>____________</w:t>
            </w:r>
            <w:r w:rsidRPr="00BB556B">
              <w:rPr>
                <w:sz w:val="18"/>
                <w:szCs w:val="18"/>
              </w:rPr>
              <w:br/>
            </w:r>
            <w:r w:rsidRPr="00BB556B">
              <w:rPr>
                <w:sz w:val="18"/>
                <w:szCs w:val="18"/>
                <w:vertAlign w:val="superscript"/>
              </w:rPr>
              <w:t>1</w:t>
            </w:r>
            <w:r w:rsidRPr="00BB556B">
              <w:rPr>
                <w:sz w:val="18"/>
                <w:szCs w:val="18"/>
              </w:rPr>
              <w:t xml:space="preserve">Код </w:t>
            </w:r>
            <w:r w:rsidRPr="00BB556B">
              <w:rPr>
                <w:color w:val="0000FF"/>
                <w:sz w:val="18"/>
                <w:szCs w:val="18"/>
              </w:rPr>
              <w:t>функціональної класифікації видатків та кредитування бюджету</w:t>
            </w:r>
            <w:r w:rsidRPr="00BB556B">
              <w:rPr>
                <w:sz w:val="18"/>
                <w:szCs w:val="18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E94758" w:rsidRPr="00BB556B" w:rsidRDefault="00E9475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BB556B">
              <w:rPr>
                <w:sz w:val="18"/>
                <w:szCs w:val="18"/>
                <w:vertAlign w:val="superscript"/>
              </w:rPr>
              <w:t>2</w:t>
            </w:r>
            <w:r w:rsidRPr="00BB556B">
              <w:rPr>
                <w:sz w:val="18"/>
                <w:szCs w:val="18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E94758" w:rsidRPr="00BB556B" w:rsidRDefault="00E9475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BB556B">
              <w:rPr>
                <w:sz w:val="18"/>
                <w:szCs w:val="18"/>
                <w:vertAlign w:val="superscript"/>
              </w:rPr>
              <w:t>3</w:t>
            </w:r>
            <w:r w:rsidRPr="00BB556B">
              <w:rPr>
                <w:sz w:val="18"/>
                <w:szCs w:val="18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E94758" w:rsidRPr="00603B66" w:rsidRDefault="00E9475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2"/>
        <w:gridCol w:w="1963"/>
        <w:gridCol w:w="3149"/>
        <w:gridCol w:w="4796"/>
      </w:tblGrid>
      <w:tr w:rsidR="00E94758" w:rsidRPr="00BB556B" w:rsidTr="00B81EB4">
        <w:trPr>
          <w:tblCellSpacing w:w="22" w:type="dxa"/>
          <w:jc w:val="center"/>
        </w:trPr>
        <w:tc>
          <w:tcPr>
            <w:tcW w:w="1675" w:type="pct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Керівник установи головного розпорядника</w:t>
            </w:r>
            <w:r w:rsidRPr="00BB556B">
              <w:rPr>
                <w:sz w:val="22"/>
                <w:szCs w:val="22"/>
              </w:rPr>
              <w:br/>
              <w:t>бюджетних коштів</w:t>
            </w:r>
            <w:r w:rsidRPr="00BB556B">
              <w:rPr>
                <w:sz w:val="22"/>
                <w:szCs w:val="22"/>
              </w:rPr>
              <w:br/>
              <w:t>  </w:t>
            </w:r>
          </w:p>
        </w:tc>
        <w:tc>
          <w:tcPr>
            <w:tcW w:w="640" w:type="pct"/>
            <w:vAlign w:val="bottom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__________</w:t>
            </w:r>
            <w:r w:rsidRPr="00BB556B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  <w:vAlign w:val="bottom"/>
          </w:tcPr>
          <w:p w:rsidR="00E94758" w:rsidRPr="00BB556B" w:rsidRDefault="00E94758" w:rsidP="00FE6C2A">
            <w:pPr>
              <w:pStyle w:val="NormalWeb"/>
              <w:jc w:val="center"/>
            </w:pPr>
            <w:r w:rsidRPr="00BB556B">
              <w:rPr>
                <w:u w:val="single"/>
              </w:rPr>
              <w:t>І. Терлецький</w:t>
            </w:r>
            <w:r w:rsidRPr="00BB556B">
              <w:br/>
            </w:r>
            <w:r w:rsidRPr="00BB556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B81EB4">
        <w:trPr>
          <w:tblCellSpacing w:w="22" w:type="dxa"/>
          <w:jc w:val="center"/>
        </w:trPr>
        <w:tc>
          <w:tcPr>
            <w:tcW w:w="1675" w:type="pct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ПОГОДЖЕНО:</w:t>
            </w:r>
          </w:p>
        </w:tc>
        <w:tc>
          <w:tcPr>
            <w:tcW w:w="640" w:type="pct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  <w:tc>
          <w:tcPr>
            <w:tcW w:w="1035" w:type="pct"/>
          </w:tcPr>
          <w:p w:rsidR="00E94758" w:rsidRPr="00BB556B" w:rsidRDefault="00E94758" w:rsidP="00FE6C2A">
            <w:pPr>
              <w:pStyle w:val="NormalWeb"/>
              <w:jc w:val="center"/>
            </w:pPr>
            <w:r w:rsidRPr="00BB556B">
              <w:t> </w:t>
            </w:r>
          </w:p>
        </w:tc>
        <w:tc>
          <w:tcPr>
            <w:tcW w:w="1577" w:type="pct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  <w:tr w:rsidR="00E94758" w:rsidRPr="00BB556B" w:rsidTr="00B81EB4">
        <w:trPr>
          <w:tblCellSpacing w:w="22" w:type="dxa"/>
          <w:jc w:val="center"/>
        </w:trPr>
        <w:tc>
          <w:tcPr>
            <w:tcW w:w="1675" w:type="pct"/>
          </w:tcPr>
          <w:p w:rsidR="00E94758" w:rsidRPr="00BB556B" w:rsidRDefault="00E94758" w:rsidP="00D55250">
            <w:pPr>
              <w:pStyle w:val="NormalWeb"/>
            </w:pPr>
            <w:r w:rsidRPr="00BB556B">
              <w:rPr>
                <w:sz w:val="22"/>
                <w:szCs w:val="22"/>
              </w:rPr>
              <w:t>Керівник фінансового органу</w:t>
            </w:r>
          </w:p>
        </w:tc>
        <w:tc>
          <w:tcPr>
            <w:tcW w:w="640" w:type="pct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__________</w:t>
            </w:r>
            <w:r w:rsidRPr="00BB556B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</w:tcPr>
          <w:p w:rsidR="00E94758" w:rsidRPr="00BB556B" w:rsidRDefault="00E94758" w:rsidP="00FE6C2A">
            <w:pPr>
              <w:pStyle w:val="NormalWeb"/>
              <w:jc w:val="center"/>
            </w:pPr>
            <w:r w:rsidRPr="00BB556B">
              <w:rPr>
                <w:u w:val="single"/>
              </w:rPr>
              <w:t>О. Савран</w:t>
            </w:r>
            <w:r w:rsidRPr="00BB556B">
              <w:rPr>
                <w:u w:val="single"/>
              </w:rPr>
              <w:br/>
            </w:r>
            <w:r w:rsidRPr="00BB556B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E94758" w:rsidRPr="00BB556B" w:rsidRDefault="00E94758" w:rsidP="00D55250">
            <w:pPr>
              <w:pStyle w:val="NormalWeb"/>
              <w:jc w:val="center"/>
            </w:pPr>
            <w:r w:rsidRPr="00BB556B">
              <w:rPr>
                <w:sz w:val="22"/>
                <w:szCs w:val="22"/>
              </w:rPr>
              <w:t> </w:t>
            </w:r>
          </w:p>
        </w:tc>
      </w:tr>
    </w:tbl>
    <w:p w:rsidR="00E94758" w:rsidRDefault="00E94758" w:rsidP="004F167A"/>
    <w:sectPr w:rsidR="00E94758" w:rsidSect="004F167A">
      <w:pgSz w:w="16838" w:h="11906" w:orient="landscape"/>
      <w:pgMar w:top="719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5EF8"/>
    <w:rsid w:val="000234DD"/>
    <w:rsid w:val="00025F04"/>
    <w:rsid w:val="00027394"/>
    <w:rsid w:val="000A51EF"/>
    <w:rsid w:val="000D0BF3"/>
    <w:rsid w:val="00133C31"/>
    <w:rsid w:val="001428D6"/>
    <w:rsid w:val="00154689"/>
    <w:rsid w:val="001C1162"/>
    <w:rsid w:val="001C79DD"/>
    <w:rsid w:val="001E174F"/>
    <w:rsid w:val="001F252B"/>
    <w:rsid w:val="00233620"/>
    <w:rsid w:val="0023452B"/>
    <w:rsid w:val="002A1E0D"/>
    <w:rsid w:val="002C3C44"/>
    <w:rsid w:val="002C6DCB"/>
    <w:rsid w:val="003758B5"/>
    <w:rsid w:val="003908C7"/>
    <w:rsid w:val="00426EF7"/>
    <w:rsid w:val="004529AD"/>
    <w:rsid w:val="004E0E21"/>
    <w:rsid w:val="004F167A"/>
    <w:rsid w:val="00532B01"/>
    <w:rsid w:val="00546238"/>
    <w:rsid w:val="005F3773"/>
    <w:rsid w:val="00603B66"/>
    <w:rsid w:val="00642C38"/>
    <w:rsid w:val="006876EF"/>
    <w:rsid w:val="006A6B3F"/>
    <w:rsid w:val="006C2697"/>
    <w:rsid w:val="006C32B5"/>
    <w:rsid w:val="006C7A6F"/>
    <w:rsid w:val="00786C68"/>
    <w:rsid w:val="00790D00"/>
    <w:rsid w:val="007B1A66"/>
    <w:rsid w:val="007C144B"/>
    <w:rsid w:val="00803622"/>
    <w:rsid w:val="00835CD5"/>
    <w:rsid w:val="00835CFF"/>
    <w:rsid w:val="008F1B93"/>
    <w:rsid w:val="008F7061"/>
    <w:rsid w:val="00942B6E"/>
    <w:rsid w:val="00976FE0"/>
    <w:rsid w:val="009B3934"/>
    <w:rsid w:val="00A073A4"/>
    <w:rsid w:val="00A37B29"/>
    <w:rsid w:val="00A951FD"/>
    <w:rsid w:val="00AC7A37"/>
    <w:rsid w:val="00B25E56"/>
    <w:rsid w:val="00B64EA3"/>
    <w:rsid w:val="00B81EB4"/>
    <w:rsid w:val="00BA1876"/>
    <w:rsid w:val="00BB556B"/>
    <w:rsid w:val="00BE6BEA"/>
    <w:rsid w:val="00C126EC"/>
    <w:rsid w:val="00C16075"/>
    <w:rsid w:val="00C5184A"/>
    <w:rsid w:val="00C53A35"/>
    <w:rsid w:val="00CA0589"/>
    <w:rsid w:val="00CA51B1"/>
    <w:rsid w:val="00CD2713"/>
    <w:rsid w:val="00D30CFA"/>
    <w:rsid w:val="00D55250"/>
    <w:rsid w:val="00D95C2F"/>
    <w:rsid w:val="00E17730"/>
    <w:rsid w:val="00E52664"/>
    <w:rsid w:val="00E540C3"/>
    <w:rsid w:val="00E94758"/>
    <w:rsid w:val="00F324CE"/>
    <w:rsid w:val="00F366B6"/>
    <w:rsid w:val="00F52B45"/>
    <w:rsid w:val="00F5509D"/>
    <w:rsid w:val="00F7397D"/>
    <w:rsid w:val="00FA50B2"/>
    <w:rsid w:val="00FE2C1D"/>
    <w:rsid w:val="00FE6C2A"/>
    <w:rsid w:val="00FF2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</TotalTime>
  <Pages>4</Pages>
  <Words>3142</Words>
  <Characters>1792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buhalter</cp:lastModifiedBy>
  <cp:revision>9</cp:revision>
  <cp:lastPrinted>2018-01-24T12:07:00Z</cp:lastPrinted>
  <dcterms:created xsi:type="dcterms:W3CDTF">2018-01-24T12:01:00Z</dcterms:created>
  <dcterms:modified xsi:type="dcterms:W3CDTF">2018-03-14T09:47:00Z</dcterms:modified>
</cp:coreProperties>
</file>